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EDA954-BF29-4FA5-AB86-57527AF8EE63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